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F14458" w14:textId="6C8C83C9" w:rsidR="00903921" w:rsidRPr="00B64DD5" w:rsidRDefault="00387C43" w:rsidP="00903921">
      <w:pPr>
        <w:pStyle w:val="Heading1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Description</w:t>
      </w:r>
      <w:proofErr w:type="spellEnd"/>
      <w:r>
        <w:rPr>
          <w:rFonts w:ascii="Arial" w:hAnsi="Arial"/>
          <w:b/>
        </w:rPr>
        <w:t xml:space="preserve"> générale</w:t>
      </w:r>
    </w:p>
    <w:p w14:paraId="6AD7CF44" w14:textId="6DCF56D1" w:rsidR="0022369B" w:rsidRPr="00387C43" w:rsidRDefault="00387C43" w:rsidP="00B86FCC">
      <w:pPr>
        <w:pStyle w:val="Bulleted1"/>
        <w:rPr>
          <w:rFonts w:ascii="Arial" w:hAnsi="Arial"/>
          <w:lang w:val="fr-BE"/>
        </w:rPr>
      </w:pPr>
      <w:r>
        <w:rPr>
          <w:rFonts w:ascii="Arial" w:hAnsi="Arial"/>
          <w:lang w:val="fr-BE"/>
        </w:rPr>
        <w:t>s</w:t>
      </w:r>
      <w:r w:rsidRPr="000A7D74">
        <w:rPr>
          <w:rFonts w:ascii="Arial" w:hAnsi="Arial"/>
          <w:lang w:val="fr-BE"/>
        </w:rPr>
        <w:t xml:space="preserve">et coupe-feu pour élément de montage pour WC suspendu, 1 partie du set est destinée au montage dans l'ouverture de </w:t>
      </w:r>
      <w:r>
        <w:rPr>
          <w:rFonts w:ascii="Arial" w:hAnsi="Arial"/>
          <w:lang w:val="fr-BE"/>
        </w:rPr>
        <w:t>service du réservoir de chasse à encastrer</w:t>
      </w:r>
      <w:r w:rsidRPr="000A7D74">
        <w:rPr>
          <w:rFonts w:ascii="Arial" w:hAnsi="Arial"/>
          <w:lang w:val="fr-BE"/>
        </w:rPr>
        <w:t xml:space="preserve">, </w:t>
      </w:r>
      <w:r>
        <w:rPr>
          <w:rFonts w:ascii="Arial" w:hAnsi="Arial"/>
          <w:lang w:val="fr-BE"/>
        </w:rPr>
        <w:t>l'autre partie est destinée au montage autour les manchettes d'alimentation et d'évacuation de la cuvette de WC</w:t>
      </w:r>
    </w:p>
    <w:p w14:paraId="743741BC" w14:textId="3A80FA90" w:rsidR="0022369B" w:rsidRPr="00387C43" w:rsidRDefault="00387C43" w:rsidP="00B86FCC">
      <w:pPr>
        <w:pStyle w:val="Bulleted1"/>
        <w:rPr>
          <w:rFonts w:ascii="Arial" w:hAnsi="Arial"/>
          <w:lang w:val="fr-BE"/>
        </w:rPr>
      </w:pPr>
      <w:r w:rsidRPr="00D0261B">
        <w:rPr>
          <w:rFonts w:ascii="Arial" w:hAnsi="Arial"/>
          <w:lang w:val="fr-BE"/>
        </w:rPr>
        <w:t>le set coupe-feu est adapté à une épaisseur de finitio</w:t>
      </w:r>
      <w:r>
        <w:rPr>
          <w:rFonts w:ascii="Arial" w:hAnsi="Arial"/>
          <w:lang w:val="fr-BE"/>
        </w:rPr>
        <w:t>n de l'élément de WC d'au moins</w:t>
      </w:r>
      <w:r w:rsidRPr="00D0261B">
        <w:rPr>
          <w:rFonts w:ascii="Arial" w:hAnsi="Arial"/>
          <w:lang w:val="fr-BE"/>
        </w:rPr>
        <w:t xml:space="preserve"> </w:t>
      </w:r>
      <w:r>
        <w:rPr>
          <w:rFonts w:ascii="Arial" w:hAnsi="Arial"/>
          <w:lang w:val="fr-BE"/>
        </w:rPr>
        <w:br/>
      </w:r>
      <w:r w:rsidR="008256D3" w:rsidRPr="00387C43">
        <w:rPr>
          <w:rFonts w:ascii="Arial" w:hAnsi="Arial"/>
          <w:lang w:val="fr-BE"/>
        </w:rPr>
        <w:t>4</w:t>
      </w:r>
      <w:r w:rsidR="00CD5002" w:rsidRPr="00387C43">
        <w:rPr>
          <w:rFonts w:ascii="Arial" w:hAnsi="Arial"/>
          <w:lang w:val="fr-BE"/>
        </w:rPr>
        <w:t>5</w:t>
      </w:r>
      <w:r w:rsidR="0022369B" w:rsidRPr="00387C43">
        <w:rPr>
          <w:rFonts w:ascii="Arial" w:hAnsi="Arial"/>
          <w:lang w:val="fr-BE"/>
        </w:rPr>
        <w:t xml:space="preserve"> </w:t>
      </w:r>
      <w:r w:rsidR="00CD5002" w:rsidRPr="00387C43">
        <w:rPr>
          <w:rFonts w:ascii="Arial" w:hAnsi="Arial"/>
          <w:lang w:val="fr-BE"/>
        </w:rPr>
        <w:t>m</w:t>
      </w:r>
      <w:r w:rsidR="0022369B" w:rsidRPr="00387C43">
        <w:rPr>
          <w:rFonts w:ascii="Arial" w:hAnsi="Arial"/>
          <w:lang w:val="fr-BE"/>
        </w:rPr>
        <w:t>m</w:t>
      </w:r>
    </w:p>
    <w:p w14:paraId="2B89B8B6" w14:textId="2E0C6871" w:rsidR="008C768E" w:rsidRPr="00387C43" w:rsidRDefault="00387C43" w:rsidP="00B86FCC">
      <w:pPr>
        <w:pStyle w:val="Bulleted1"/>
        <w:rPr>
          <w:rFonts w:ascii="Arial" w:hAnsi="Arial"/>
          <w:lang w:val="fr-BE"/>
        </w:rPr>
      </w:pPr>
      <w:r w:rsidRPr="007345B3">
        <w:rPr>
          <w:rFonts w:ascii="Arial" w:hAnsi="Arial"/>
          <w:lang w:val="fr-BE"/>
        </w:rPr>
        <w:t>le set peut être monté sans outillage</w:t>
      </w:r>
    </w:p>
    <w:p w14:paraId="06E1C801" w14:textId="0ED12830" w:rsidR="00297424" w:rsidRPr="00B64DD5" w:rsidRDefault="00297424" w:rsidP="00297424">
      <w:pPr>
        <w:pStyle w:val="Heading1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Mat</w:t>
      </w:r>
      <w:r w:rsidR="00387C43">
        <w:rPr>
          <w:rFonts w:ascii="Arial" w:hAnsi="Arial"/>
          <w:b/>
        </w:rPr>
        <w:t>ériaux</w:t>
      </w:r>
      <w:proofErr w:type="spellEnd"/>
      <w:r w:rsidR="00387C43">
        <w:rPr>
          <w:rFonts w:ascii="Arial" w:hAnsi="Arial"/>
          <w:b/>
        </w:rPr>
        <w:t xml:space="preserve"> et </w:t>
      </w:r>
      <w:proofErr w:type="spellStart"/>
      <w:r w:rsidR="00387C43">
        <w:rPr>
          <w:rFonts w:ascii="Arial" w:hAnsi="Arial"/>
          <w:b/>
        </w:rPr>
        <w:t>caractéristiques</w:t>
      </w:r>
      <w:proofErr w:type="spellEnd"/>
    </w:p>
    <w:p w14:paraId="1EC287D6" w14:textId="513243DF"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</w:t>
      </w:r>
      <w:r w:rsidR="00387C43">
        <w:rPr>
          <w:rFonts w:ascii="Arial" w:hAnsi="Arial"/>
          <w:b/>
          <w:u w:val="none"/>
        </w:rPr>
        <w:t>é</w:t>
      </w:r>
      <w:r>
        <w:rPr>
          <w:rFonts w:ascii="Arial" w:hAnsi="Arial"/>
          <w:b/>
          <w:u w:val="none"/>
        </w:rPr>
        <w:t>ri</w:t>
      </w:r>
      <w:r w:rsidR="00387C43">
        <w:rPr>
          <w:rFonts w:ascii="Arial" w:hAnsi="Arial"/>
          <w:b/>
          <w:u w:val="none"/>
        </w:rPr>
        <w:t>aux</w:t>
      </w:r>
      <w:proofErr w:type="spellEnd"/>
    </w:p>
    <w:p w14:paraId="27E1DC6F" w14:textId="1A0DCB8B" w:rsidR="00F97930" w:rsidRPr="00387C43" w:rsidRDefault="00387C43" w:rsidP="00F97930">
      <w:pPr>
        <w:pStyle w:val="Bulleted1"/>
        <w:rPr>
          <w:rFonts w:ascii="Arial" w:hAnsi="Arial"/>
          <w:lang w:val="fr-BE"/>
        </w:rPr>
      </w:pPr>
      <w:bookmarkStart w:id="0" w:name="_Hlk35937103"/>
      <w:r w:rsidRPr="00580E53">
        <w:rPr>
          <w:rFonts w:ascii="Arial" w:hAnsi="Arial"/>
          <w:lang w:val="fr-BE"/>
        </w:rPr>
        <w:t xml:space="preserve">les fixations des 2 composants du set </w:t>
      </w:r>
      <w:r>
        <w:rPr>
          <w:rFonts w:ascii="Arial" w:hAnsi="Arial"/>
          <w:lang w:val="fr-BE"/>
        </w:rPr>
        <w:t>sont en métal</w:t>
      </w:r>
    </w:p>
    <w:p w14:paraId="60011DBE" w14:textId="3B3AA0BB" w:rsidR="00945AE1" w:rsidRPr="00981C24" w:rsidRDefault="00387C43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1" w:name="_Hlk35850410"/>
      <w:bookmarkEnd w:id="0"/>
      <w:proofErr w:type="spellStart"/>
      <w:r>
        <w:rPr>
          <w:rFonts w:ascii="Arial" w:hAnsi="Arial"/>
          <w:b/>
          <w:u w:val="none"/>
        </w:rPr>
        <w:t>Caractéristiques</w:t>
      </w:r>
      <w:proofErr w:type="spellEnd"/>
    </w:p>
    <w:p w14:paraId="63F8DF82" w14:textId="178AA654" w:rsidR="008D5182" w:rsidRPr="006134F3" w:rsidRDefault="006134F3" w:rsidP="00297424">
      <w:pPr>
        <w:pStyle w:val="Bulleted1"/>
        <w:rPr>
          <w:rFonts w:ascii="Arial" w:hAnsi="Arial"/>
          <w:lang w:val="fr-BE"/>
        </w:rPr>
      </w:pPr>
      <w:r w:rsidRPr="00580E53">
        <w:rPr>
          <w:rFonts w:ascii="Arial" w:hAnsi="Arial"/>
          <w:lang w:val="fr-BE"/>
        </w:rPr>
        <w:t xml:space="preserve">la résistance au feu est </w:t>
      </w:r>
      <w:r w:rsidR="008D5182" w:rsidRPr="006134F3">
        <w:rPr>
          <w:rFonts w:ascii="Arial" w:hAnsi="Arial"/>
          <w:lang w:val="fr-BE"/>
        </w:rPr>
        <w:t>EI</w:t>
      </w:r>
      <w:r w:rsidR="00AF13B8" w:rsidRPr="006134F3">
        <w:rPr>
          <w:rFonts w:ascii="Arial" w:hAnsi="Arial"/>
          <w:lang w:val="fr-BE"/>
        </w:rPr>
        <w:t>9</w:t>
      </w:r>
      <w:r w:rsidR="008D5182" w:rsidRPr="006134F3">
        <w:rPr>
          <w:rFonts w:ascii="Arial" w:hAnsi="Arial"/>
          <w:lang w:val="fr-BE"/>
        </w:rPr>
        <w:t xml:space="preserve">0, </w:t>
      </w:r>
      <w:r w:rsidRPr="00580E53">
        <w:rPr>
          <w:rFonts w:ascii="Arial" w:hAnsi="Arial"/>
          <w:lang w:val="fr-BE"/>
        </w:rPr>
        <w:t>sel</w:t>
      </w:r>
      <w:r>
        <w:rPr>
          <w:rFonts w:ascii="Arial" w:hAnsi="Arial"/>
          <w:lang w:val="fr-BE"/>
        </w:rPr>
        <w:t>on la réglementation européenne</w:t>
      </w:r>
    </w:p>
    <w:p w14:paraId="25DEF591" w14:textId="026EB957" w:rsidR="00297424" w:rsidRPr="006134F3" w:rsidRDefault="006134F3" w:rsidP="00297424">
      <w:pPr>
        <w:pStyle w:val="Bulleted1"/>
        <w:rPr>
          <w:rFonts w:ascii="Arial" w:hAnsi="Arial"/>
          <w:lang w:val="fr-BE"/>
        </w:rPr>
      </w:pPr>
      <w:r w:rsidRPr="00580E53">
        <w:rPr>
          <w:rFonts w:ascii="Arial" w:hAnsi="Arial"/>
          <w:lang w:val="fr-BE"/>
        </w:rPr>
        <w:t>le set peut être monté sur des éléments WC</w:t>
      </w:r>
      <w:r>
        <w:rPr>
          <w:rFonts w:ascii="Arial" w:hAnsi="Arial"/>
          <w:lang w:val="fr-BE"/>
        </w:rPr>
        <w:t xml:space="preserve"> d'une largeur de</w:t>
      </w:r>
      <w:r w:rsidRPr="00580E53">
        <w:rPr>
          <w:rFonts w:ascii="Arial" w:hAnsi="Arial"/>
          <w:lang w:val="fr-BE"/>
        </w:rPr>
        <w:t xml:space="preserve"> 50 c</w:t>
      </w:r>
      <w:r w:rsidR="00C013A3" w:rsidRPr="006134F3">
        <w:rPr>
          <w:rFonts w:ascii="Arial" w:hAnsi="Arial"/>
          <w:lang w:val="fr-BE"/>
        </w:rPr>
        <w:t>m</w:t>
      </w:r>
    </w:p>
    <w:bookmarkEnd w:id="1"/>
    <w:p w14:paraId="6F04E15F" w14:textId="7F6EB950"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</w:t>
      </w:r>
      <w:r w:rsidR="00F8722C">
        <w:rPr>
          <w:rFonts w:ascii="Arial" w:hAnsi="Arial"/>
          <w:b/>
        </w:rPr>
        <w:t>ose</w:t>
      </w:r>
    </w:p>
    <w:p w14:paraId="79C5130C" w14:textId="0CB13529" w:rsidR="008C768E" w:rsidRDefault="00F8722C" w:rsidP="003A73E4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 w:cs="Arial"/>
          <w:lang w:val="fr-FR"/>
        </w:rPr>
        <w:t>Suivant les directives du fabricant</w:t>
      </w:r>
    </w:p>
    <w:p w14:paraId="4E62B0BC" w14:textId="77777777" w:rsidR="003A73E4" w:rsidRDefault="003A73E4" w:rsidP="003A73E4">
      <w:pPr>
        <w:pStyle w:val="Bulleted1"/>
        <w:numPr>
          <w:ilvl w:val="0"/>
          <w:numId w:val="0"/>
        </w:numPr>
        <w:rPr>
          <w:rFonts w:ascii="Arial" w:hAnsi="Arial"/>
          <w:b/>
          <w:u w:val="single"/>
        </w:rPr>
      </w:pPr>
    </w:p>
    <w:p w14:paraId="1F65DB94" w14:textId="7F19F892" w:rsidR="000C0EB2" w:rsidRPr="00B64DD5" w:rsidRDefault="00F8722C" w:rsidP="000C0EB2">
      <w:pPr>
        <w:pStyle w:val="Heading1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Illustrations</w:t>
      </w:r>
      <w:proofErr w:type="spellEnd"/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C42BFF" w:rsidRPr="00A75548" w14:paraId="2ED4D3FC" w14:textId="77777777" w:rsidTr="00B12385">
        <w:trPr>
          <w:trHeight w:hRule="exact" w:val="3402"/>
        </w:trPr>
        <w:tc>
          <w:tcPr>
            <w:tcW w:w="3341" w:type="dxa"/>
            <w:vAlign w:val="bottom"/>
          </w:tcPr>
          <w:p w14:paraId="21A58A8B" w14:textId="538D4931" w:rsidR="00C42BFF" w:rsidRDefault="00AF13B8" w:rsidP="00C42BFF">
            <w:pPr>
              <w:jc w:val="center"/>
              <w:rPr>
                <w:rFonts w:ascii="Arial" w:hAnsi="Arial" w:cs="Arial"/>
                <w:noProof/>
              </w:rPr>
            </w:pPr>
            <w:bookmarkStart w:id="2" w:name="_Hlk36116982"/>
            <w:r>
              <w:rPr>
                <w:noProof/>
              </w:rPr>
              <w:drawing>
                <wp:inline distT="0" distB="0" distL="0" distR="0" wp14:anchorId="6E3DB583" wp14:editId="50696530">
                  <wp:extent cx="1861820" cy="2160270"/>
                  <wp:effectExtent l="0" t="0" r="508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6182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66C0BECD" w14:textId="4FE67AF9" w:rsidR="00C42BFF" w:rsidRDefault="00AF13B8" w:rsidP="00C42BFF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58087028" wp14:editId="56C3963B">
                  <wp:extent cx="1812925" cy="216027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1292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0B64A32E" w14:textId="7887D63E" w:rsidR="00C42BFF" w:rsidRDefault="00AF13B8" w:rsidP="00592EB0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0E331072" wp14:editId="01CE6C05">
                  <wp:extent cx="648733" cy="1517875"/>
                  <wp:effectExtent l="0" t="0" r="0" b="635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1782" cy="15718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bookmarkEnd w:id="2"/>
    </w:tbl>
    <w:p w14:paraId="21A39C81" w14:textId="49524F2D" w:rsidR="00C42BFF" w:rsidRDefault="00C42BFF" w:rsidP="00012FF4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sectPr w:rsidR="00C42BFF" w:rsidSect="00832A37">
      <w:headerReference w:type="default" r:id="rId13"/>
      <w:footerReference w:type="default" r:id="rId14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08D7EB" w14:textId="77777777" w:rsidR="004F190E" w:rsidRDefault="004F190E">
      <w:r>
        <w:separator/>
      </w:r>
    </w:p>
  </w:endnote>
  <w:endnote w:type="continuationSeparator" w:id="0">
    <w:p w14:paraId="3018079A" w14:textId="77777777" w:rsidR="004F190E" w:rsidRDefault="004F19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:rsidRPr="00292A26" w14:paraId="0810A2B3" w14:textId="77777777">
      <w:tc>
        <w:tcPr>
          <w:tcW w:w="3392" w:type="dxa"/>
        </w:tcPr>
        <w:p w14:paraId="6AB2CBA2" w14:textId="43D595FF" w:rsidR="007C7FFA" w:rsidRDefault="00F8722C" w:rsidP="00EC05E6">
          <w:pPr>
            <w:pStyle w:val="Footer"/>
          </w:pPr>
          <w:proofErr w:type="spellStart"/>
          <w:r>
            <w:rPr>
              <w:rFonts w:ascii="Arial" w:hAnsi="Arial"/>
            </w:rPr>
            <w:t>version</w:t>
          </w:r>
          <w:proofErr w:type="spellEnd"/>
          <w:r>
            <w:rPr>
              <w:rFonts w:ascii="Arial" w:hAnsi="Arial"/>
            </w:rPr>
            <w:t xml:space="preserve"> 01.00</w:t>
          </w:r>
        </w:p>
      </w:tc>
      <w:tc>
        <w:tcPr>
          <w:tcW w:w="3392" w:type="dxa"/>
        </w:tcPr>
        <w:p w14:paraId="683B083A" w14:textId="5A457B32" w:rsidR="007C7FFA" w:rsidRDefault="00F8722C">
          <w:pPr>
            <w:jc w:val="center"/>
            <w:rPr>
              <w:sz w:val="20"/>
            </w:rPr>
          </w:pPr>
          <w:r>
            <w:rPr>
              <w:rFonts w:ascii="Arial" w:hAnsi="Arial"/>
              <w:sz w:val="20"/>
            </w:rPr>
            <w:t>cahier des charges</w:t>
          </w:r>
        </w:p>
      </w:tc>
      <w:tc>
        <w:tcPr>
          <w:tcW w:w="3392" w:type="dxa"/>
        </w:tcPr>
        <w:p w14:paraId="3BB77502" w14:textId="77777777" w:rsidR="007C7FFA" w:rsidRPr="00292A26" w:rsidRDefault="007C7FFA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14:paraId="013E5FC2" w14:textId="77777777" w:rsidR="007C7FFA" w:rsidRPr="00292A26" w:rsidRDefault="007C7FFA">
    <w:pPr>
      <w:rPr>
        <w:rFonts w:ascii="Arial" w:hAnsi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F045B2" w14:textId="77777777" w:rsidR="004F190E" w:rsidRDefault="004F190E">
      <w:r>
        <w:separator/>
      </w:r>
    </w:p>
  </w:footnote>
  <w:footnote w:type="continuationSeparator" w:id="0">
    <w:p w14:paraId="3FC8D818" w14:textId="77777777" w:rsidR="004F190E" w:rsidRDefault="004F19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63344D" w14:textId="30656CFF" w:rsidR="007C7FFA" w:rsidRPr="0034365E" w:rsidRDefault="00F8722C" w:rsidP="00080B0F">
    <w:pPr>
      <w:pStyle w:val="Header"/>
      <w:rPr>
        <w:rFonts w:ascii="Arial" w:hAnsi="Arial"/>
        <w:b/>
        <w:szCs w:val="24"/>
        <w:lang w:val="fr-BE"/>
      </w:rPr>
    </w:pPr>
    <w:r w:rsidRPr="0034365E">
      <w:rPr>
        <w:rFonts w:ascii="Arial" w:hAnsi="Arial"/>
        <w:b/>
        <w:lang w:val="fr-BE"/>
      </w:rPr>
      <w:t>Set coupe-feu pour</w:t>
    </w:r>
    <w:r w:rsidR="00C17285" w:rsidRPr="0034365E">
      <w:rPr>
        <w:rFonts w:ascii="Arial" w:hAnsi="Arial"/>
        <w:b/>
        <w:lang w:val="fr-BE"/>
      </w:rPr>
      <w:t xml:space="preserve"> </w:t>
    </w:r>
    <w:r w:rsidR="00387C43">
      <w:rPr>
        <w:rFonts w:ascii="Arial" w:hAnsi="Arial"/>
        <w:b/>
        <w:lang w:val="fr-BE"/>
      </w:rPr>
      <w:t xml:space="preserve">élément </w:t>
    </w:r>
    <w:r w:rsidR="00A86C4C" w:rsidRPr="0034365E">
      <w:rPr>
        <w:rFonts w:ascii="Arial" w:hAnsi="Arial"/>
        <w:b/>
        <w:lang w:val="fr-BE"/>
      </w:rPr>
      <w:t xml:space="preserve">Geberit </w:t>
    </w:r>
    <w:proofErr w:type="spellStart"/>
    <w:r w:rsidR="00820927" w:rsidRPr="0034365E">
      <w:rPr>
        <w:rFonts w:ascii="Arial" w:hAnsi="Arial"/>
        <w:b/>
        <w:lang w:val="fr-BE"/>
      </w:rPr>
      <w:t>Duo</w:t>
    </w:r>
    <w:r w:rsidR="00A86C4C" w:rsidRPr="0034365E">
      <w:rPr>
        <w:rFonts w:ascii="Arial" w:hAnsi="Arial"/>
        <w:b/>
        <w:lang w:val="fr-BE"/>
      </w:rPr>
      <w:t>fix</w:t>
    </w:r>
    <w:proofErr w:type="spellEnd"/>
    <w:r w:rsidR="007C7FFA" w:rsidRPr="0034365E">
      <w:rPr>
        <w:rFonts w:ascii="Arial" w:hAnsi="Arial"/>
        <w:b/>
        <w:lang w:val="fr-BE"/>
      </w:rPr>
      <w:tab/>
    </w:r>
    <w:r w:rsidR="00BA0F21">
      <w:rPr>
        <w:rFonts w:ascii="Arial" w:hAnsi="Arial"/>
        <w:b/>
        <w:noProof/>
        <w:sz w:val="20"/>
        <w:vertAlign w:val="superscript"/>
      </w:rPr>
      <w:drawing>
        <wp:inline distT="0" distB="0" distL="0" distR="0" wp14:anchorId="24D9DD37" wp14:editId="55085042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BDA3CDF" w14:textId="1AA58D6F" w:rsidR="007C7FFA" w:rsidRPr="00387C43" w:rsidRDefault="00387C43" w:rsidP="00080B0F">
    <w:pPr>
      <w:pStyle w:val="Header"/>
      <w:rPr>
        <w:rFonts w:ascii="Arial" w:hAnsi="Arial"/>
        <w:b/>
        <w:lang w:val="fr-BE"/>
      </w:rPr>
    </w:pPr>
    <w:r>
      <w:rPr>
        <w:rFonts w:ascii="Arial" w:hAnsi="Arial"/>
        <w:b/>
        <w:lang w:val="fr-BE"/>
      </w:rPr>
      <w:t>p</w:t>
    </w:r>
    <w:r w:rsidRPr="00387C43">
      <w:rPr>
        <w:rFonts w:ascii="Arial" w:hAnsi="Arial"/>
        <w:b/>
        <w:lang w:val="fr-BE"/>
      </w:rPr>
      <w:t>our cuvette de WC suspendue</w:t>
    </w:r>
    <w:r w:rsidR="00C17285" w:rsidRPr="00387C43">
      <w:rPr>
        <w:rFonts w:ascii="Arial" w:hAnsi="Arial"/>
        <w:b/>
        <w:lang w:val="fr-BE"/>
      </w:rPr>
      <w:t>, EI</w:t>
    </w:r>
    <w:r w:rsidR="00AF13B8" w:rsidRPr="00387C43">
      <w:rPr>
        <w:rFonts w:ascii="Arial" w:hAnsi="Arial"/>
        <w:b/>
        <w:lang w:val="fr-BE"/>
      </w:rPr>
      <w:t>9</w:t>
    </w:r>
    <w:r w:rsidR="00C17285" w:rsidRPr="00387C43">
      <w:rPr>
        <w:rFonts w:ascii="Arial" w:hAnsi="Arial"/>
        <w:b/>
        <w:lang w:val="fr-BE"/>
      </w:rPr>
      <w:t>0</w:t>
    </w:r>
    <w:r w:rsidR="00631C03" w:rsidRPr="00387C43">
      <w:rPr>
        <w:rFonts w:ascii="Arial" w:hAnsi="Arial"/>
        <w:b/>
        <w:lang w:val="fr-BE"/>
      </w:rPr>
      <w:t xml:space="preserve">, </w:t>
    </w:r>
    <w:r w:rsidRPr="00387C43">
      <w:rPr>
        <w:rFonts w:ascii="Arial" w:hAnsi="Arial"/>
        <w:b/>
        <w:lang w:val="fr-BE"/>
      </w:rPr>
      <w:br/>
    </w:r>
    <w:r w:rsidR="009A6132" w:rsidRPr="00387C43">
      <w:rPr>
        <w:rFonts w:ascii="Arial" w:hAnsi="Arial"/>
        <w:b/>
        <w:lang w:val="fr-BE"/>
      </w:rPr>
      <w:t>111.</w:t>
    </w:r>
    <w:r w:rsidR="007D16F6" w:rsidRPr="00387C43">
      <w:rPr>
        <w:rFonts w:ascii="Arial" w:hAnsi="Arial"/>
        <w:b/>
        <w:lang w:val="fr-BE"/>
      </w:rPr>
      <w:t>8</w:t>
    </w:r>
    <w:r w:rsidR="00AF13B8" w:rsidRPr="00387C43">
      <w:rPr>
        <w:rFonts w:ascii="Arial" w:hAnsi="Arial"/>
        <w:b/>
        <w:lang w:val="fr-BE"/>
      </w:rPr>
      <w:t>63</w:t>
    </w:r>
    <w:r w:rsidR="009A6132" w:rsidRPr="00387C43">
      <w:rPr>
        <w:rFonts w:ascii="Arial" w:hAnsi="Arial"/>
        <w:b/>
        <w:lang w:val="fr-BE"/>
      </w:rPr>
      <w:t>.00.</w:t>
    </w:r>
    <w:r w:rsidR="00C37082" w:rsidRPr="00387C43">
      <w:rPr>
        <w:rFonts w:ascii="Arial" w:hAnsi="Arial"/>
        <w:b/>
        <w:lang w:val="fr-BE"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300920669">
    <w:abstractNumId w:val="16"/>
  </w:num>
  <w:num w:numId="2" w16cid:durableId="1031106885">
    <w:abstractNumId w:val="22"/>
  </w:num>
  <w:num w:numId="3" w16cid:durableId="1284649724">
    <w:abstractNumId w:val="4"/>
  </w:num>
  <w:num w:numId="4" w16cid:durableId="11611768">
    <w:abstractNumId w:val="3"/>
  </w:num>
  <w:num w:numId="5" w16cid:durableId="1980189277">
    <w:abstractNumId w:val="13"/>
  </w:num>
  <w:num w:numId="6" w16cid:durableId="1487938779">
    <w:abstractNumId w:val="15"/>
  </w:num>
  <w:num w:numId="7" w16cid:durableId="924727754">
    <w:abstractNumId w:val="6"/>
  </w:num>
  <w:num w:numId="8" w16cid:durableId="395933726">
    <w:abstractNumId w:val="19"/>
  </w:num>
  <w:num w:numId="9" w16cid:durableId="735585958">
    <w:abstractNumId w:val="25"/>
  </w:num>
  <w:num w:numId="10" w16cid:durableId="40785444">
    <w:abstractNumId w:val="2"/>
  </w:num>
  <w:num w:numId="11" w16cid:durableId="890653511">
    <w:abstractNumId w:val="12"/>
  </w:num>
  <w:num w:numId="12" w16cid:durableId="2008357581">
    <w:abstractNumId w:val="11"/>
  </w:num>
  <w:num w:numId="13" w16cid:durableId="1259757608">
    <w:abstractNumId w:val="24"/>
  </w:num>
  <w:num w:numId="14" w16cid:durableId="855772893">
    <w:abstractNumId w:val="7"/>
  </w:num>
  <w:num w:numId="15" w16cid:durableId="1834372082">
    <w:abstractNumId w:val="0"/>
  </w:num>
  <w:num w:numId="16" w16cid:durableId="898436876">
    <w:abstractNumId w:val="10"/>
  </w:num>
  <w:num w:numId="17" w16cid:durableId="1715036661">
    <w:abstractNumId w:val="5"/>
  </w:num>
  <w:num w:numId="18" w16cid:durableId="286475865">
    <w:abstractNumId w:val="20"/>
  </w:num>
  <w:num w:numId="19" w16cid:durableId="1031537247">
    <w:abstractNumId w:val="21"/>
  </w:num>
  <w:num w:numId="20" w16cid:durableId="1466459875">
    <w:abstractNumId w:val="18"/>
  </w:num>
  <w:num w:numId="21" w16cid:durableId="652368273">
    <w:abstractNumId w:val="17"/>
  </w:num>
  <w:num w:numId="22" w16cid:durableId="1861158662">
    <w:abstractNumId w:val="14"/>
  </w:num>
  <w:num w:numId="23" w16cid:durableId="1691486032">
    <w:abstractNumId w:val="23"/>
  </w:num>
  <w:num w:numId="24" w16cid:durableId="1292783146">
    <w:abstractNumId w:val="8"/>
  </w:num>
  <w:num w:numId="25" w16cid:durableId="654379539">
    <w:abstractNumId w:val="9"/>
  </w:num>
  <w:num w:numId="26" w16cid:durableId="1051080149">
    <w:abstractNumId w:val="1"/>
  </w:num>
  <w:num w:numId="27" w16cid:durableId="1630863633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28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2A8C"/>
    <w:rsid w:val="00004E4C"/>
    <w:rsid w:val="00005AB3"/>
    <w:rsid w:val="00006873"/>
    <w:rsid w:val="00007EC2"/>
    <w:rsid w:val="00012D40"/>
    <w:rsid w:val="00012FF4"/>
    <w:rsid w:val="000151C3"/>
    <w:rsid w:val="00016FF3"/>
    <w:rsid w:val="000203A3"/>
    <w:rsid w:val="00020AD0"/>
    <w:rsid w:val="000221DA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259B"/>
    <w:rsid w:val="0006767D"/>
    <w:rsid w:val="00076AAD"/>
    <w:rsid w:val="0007796E"/>
    <w:rsid w:val="00080B0F"/>
    <w:rsid w:val="00081315"/>
    <w:rsid w:val="00085A0C"/>
    <w:rsid w:val="00086176"/>
    <w:rsid w:val="0009240B"/>
    <w:rsid w:val="00093713"/>
    <w:rsid w:val="00094351"/>
    <w:rsid w:val="00095243"/>
    <w:rsid w:val="000A0304"/>
    <w:rsid w:val="000A13DD"/>
    <w:rsid w:val="000A193A"/>
    <w:rsid w:val="000A221A"/>
    <w:rsid w:val="000A4E1B"/>
    <w:rsid w:val="000A7091"/>
    <w:rsid w:val="000B1F6F"/>
    <w:rsid w:val="000B490E"/>
    <w:rsid w:val="000B5562"/>
    <w:rsid w:val="000B5DD7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AEC"/>
    <w:rsid w:val="000E4E64"/>
    <w:rsid w:val="000E6962"/>
    <w:rsid w:val="000F3A52"/>
    <w:rsid w:val="000F7E1A"/>
    <w:rsid w:val="00101998"/>
    <w:rsid w:val="00102905"/>
    <w:rsid w:val="0010510C"/>
    <w:rsid w:val="00107BD4"/>
    <w:rsid w:val="00111D93"/>
    <w:rsid w:val="00115702"/>
    <w:rsid w:val="001165B1"/>
    <w:rsid w:val="00120CA6"/>
    <w:rsid w:val="00121823"/>
    <w:rsid w:val="0012409F"/>
    <w:rsid w:val="00125C8F"/>
    <w:rsid w:val="0013316F"/>
    <w:rsid w:val="0013512D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755CC"/>
    <w:rsid w:val="00181354"/>
    <w:rsid w:val="00181B39"/>
    <w:rsid w:val="00184EC6"/>
    <w:rsid w:val="001879EF"/>
    <w:rsid w:val="00193E0D"/>
    <w:rsid w:val="001949A5"/>
    <w:rsid w:val="0019569C"/>
    <w:rsid w:val="001A6724"/>
    <w:rsid w:val="001A6CA9"/>
    <w:rsid w:val="001B5080"/>
    <w:rsid w:val="001B5201"/>
    <w:rsid w:val="001B5A7E"/>
    <w:rsid w:val="001B72F7"/>
    <w:rsid w:val="001B76D0"/>
    <w:rsid w:val="001B7A85"/>
    <w:rsid w:val="001B7B72"/>
    <w:rsid w:val="001C1CA3"/>
    <w:rsid w:val="001C4ADA"/>
    <w:rsid w:val="001C5873"/>
    <w:rsid w:val="001C624D"/>
    <w:rsid w:val="001C7939"/>
    <w:rsid w:val="001C7BC7"/>
    <w:rsid w:val="001D0648"/>
    <w:rsid w:val="001D1F58"/>
    <w:rsid w:val="001D208A"/>
    <w:rsid w:val="001D4DA6"/>
    <w:rsid w:val="001D5DD5"/>
    <w:rsid w:val="001D79B0"/>
    <w:rsid w:val="001F0B2D"/>
    <w:rsid w:val="001F274C"/>
    <w:rsid w:val="001F3DE7"/>
    <w:rsid w:val="001F69E2"/>
    <w:rsid w:val="001F71C1"/>
    <w:rsid w:val="0020639C"/>
    <w:rsid w:val="0021689F"/>
    <w:rsid w:val="00217D8E"/>
    <w:rsid w:val="0022369B"/>
    <w:rsid w:val="00223BBE"/>
    <w:rsid w:val="002241EC"/>
    <w:rsid w:val="00224E30"/>
    <w:rsid w:val="00225933"/>
    <w:rsid w:val="00232881"/>
    <w:rsid w:val="002366E2"/>
    <w:rsid w:val="002427CC"/>
    <w:rsid w:val="00243C4C"/>
    <w:rsid w:val="00243CF6"/>
    <w:rsid w:val="002440EB"/>
    <w:rsid w:val="002476DA"/>
    <w:rsid w:val="00247EE2"/>
    <w:rsid w:val="00250037"/>
    <w:rsid w:val="00250726"/>
    <w:rsid w:val="002513A0"/>
    <w:rsid w:val="00253DE2"/>
    <w:rsid w:val="00254045"/>
    <w:rsid w:val="0025463E"/>
    <w:rsid w:val="00254C3B"/>
    <w:rsid w:val="00255C9F"/>
    <w:rsid w:val="002571A0"/>
    <w:rsid w:val="00257F2F"/>
    <w:rsid w:val="002626A3"/>
    <w:rsid w:val="00262AA1"/>
    <w:rsid w:val="00262E19"/>
    <w:rsid w:val="002639CD"/>
    <w:rsid w:val="00265C49"/>
    <w:rsid w:val="002669FC"/>
    <w:rsid w:val="002704F7"/>
    <w:rsid w:val="00271125"/>
    <w:rsid w:val="00271CE1"/>
    <w:rsid w:val="00272819"/>
    <w:rsid w:val="00282518"/>
    <w:rsid w:val="00282C9E"/>
    <w:rsid w:val="00283DAD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6F73"/>
    <w:rsid w:val="00297424"/>
    <w:rsid w:val="002A352C"/>
    <w:rsid w:val="002A46CC"/>
    <w:rsid w:val="002B1B7D"/>
    <w:rsid w:val="002B5CC3"/>
    <w:rsid w:val="002B64AE"/>
    <w:rsid w:val="002C3455"/>
    <w:rsid w:val="002D1583"/>
    <w:rsid w:val="002D2177"/>
    <w:rsid w:val="002D237E"/>
    <w:rsid w:val="002D4842"/>
    <w:rsid w:val="002D6274"/>
    <w:rsid w:val="002E14C4"/>
    <w:rsid w:val="002E33C0"/>
    <w:rsid w:val="002E4299"/>
    <w:rsid w:val="002E764C"/>
    <w:rsid w:val="002F38FE"/>
    <w:rsid w:val="002F3B2A"/>
    <w:rsid w:val="002F3E07"/>
    <w:rsid w:val="002F4915"/>
    <w:rsid w:val="002F50E9"/>
    <w:rsid w:val="002F5BDA"/>
    <w:rsid w:val="002F5C92"/>
    <w:rsid w:val="002F7BC7"/>
    <w:rsid w:val="00300B44"/>
    <w:rsid w:val="00301BBD"/>
    <w:rsid w:val="00303120"/>
    <w:rsid w:val="00306FDB"/>
    <w:rsid w:val="00313017"/>
    <w:rsid w:val="00315073"/>
    <w:rsid w:val="0032043B"/>
    <w:rsid w:val="00323382"/>
    <w:rsid w:val="00326E23"/>
    <w:rsid w:val="00327981"/>
    <w:rsid w:val="00327D81"/>
    <w:rsid w:val="00332202"/>
    <w:rsid w:val="00333378"/>
    <w:rsid w:val="003375FF"/>
    <w:rsid w:val="00341781"/>
    <w:rsid w:val="00342B9F"/>
    <w:rsid w:val="0034365E"/>
    <w:rsid w:val="00354759"/>
    <w:rsid w:val="003657E1"/>
    <w:rsid w:val="0036662E"/>
    <w:rsid w:val="00367550"/>
    <w:rsid w:val="0037123D"/>
    <w:rsid w:val="003746C3"/>
    <w:rsid w:val="00374FF7"/>
    <w:rsid w:val="00376791"/>
    <w:rsid w:val="003815A1"/>
    <w:rsid w:val="00383AAB"/>
    <w:rsid w:val="0038784C"/>
    <w:rsid w:val="00387C43"/>
    <w:rsid w:val="00390E6F"/>
    <w:rsid w:val="0039328A"/>
    <w:rsid w:val="003933E3"/>
    <w:rsid w:val="003938CC"/>
    <w:rsid w:val="003A2294"/>
    <w:rsid w:val="003A2F93"/>
    <w:rsid w:val="003A5000"/>
    <w:rsid w:val="003A665B"/>
    <w:rsid w:val="003A73E4"/>
    <w:rsid w:val="003B0C24"/>
    <w:rsid w:val="003B3AFF"/>
    <w:rsid w:val="003B6CF1"/>
    <w:rsid w:val="003C0EF8"/>
    <w:rsid w:val="003C146E"/>
    <w:rsid w:val="003C2F7D"/>
    <w:rsid w:val="003C69CE"/>
    <w:rsid w:val="003D02D6"/>
    <w:rsid w:val="003D2AE8"/>
    <w:rsid w:val="003D3AAD"/>
    <w:rsid w:val="003D62A2"/>
    <w:rsid w:val="003E022F"/>
    <w:rsid w:val="003E149A"/>
    <w:rsid w:val="003E240D"/>
    <w:rsid w:val="003F2B0F"/>
    <w:rsid w:val="003F4D6F"/>
    <w:rsid w:val="004046C3"/>
    <w:rsid w:val="004064AB"/>
    <w:rsid w:val="0040662F"/>
    <w:rsid w:val="0040791E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73"/>
    <w:rsid w:val="00434C77"/>
    <w:rsid w:val="0043544C"/>
    <w:rsid w:val="00440CA1"/>
    <w:rsid w:val="00445B26"/>
    <w:rsid w:val="00447003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45E4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963F2"/>
    <w:rsid w:val="004A0537"/>
    <w:rsid w:val="004A1A5E"/>
    <w:rsid w:val="004A4F1E"/>
    <w:rsid w:val="004B51F8"/>
    <w:rsid w:val="004B54E0"/>
    <w:rsid w:val="004B7DF3"/>
    <w:rsid w:val="004C2E21"/>
    <w:rsid w:val="004D015F"/>
    <w:rsid w:val="004D6724"/>
    <w:rsid w:val="004E0DC8"/>
    <w:rsid w:val="004E37D2"/>
    <w:rsid w:val="004E4C3A"/>
    <w:rsid w:val="004E681D"/>
    <w:rsid w:val="004F190E"/>
    <w:rsid w:val="004F1CE9"/>
    <w:rsid w:val="004F21C8"/>
    <w:rsid w:val="0050492F"/>
    <w:rsid w:val="005111C7"/>
    <w:rsid w:val="005119E2"/>
    <w:rsid w:val="00513E6D"/>
    <w:rsid w:val="0051420F"/>
    <w:rsid w:val="00524F1B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64A3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4F19"/>
    <w:rsid w:val="0058037B"/>
    <w:rsid w:val="00580C8D"/>
    <w:rsid w:val="005830D3"/>
    <w:rsid w:val="00587C30"/>
    <w:rsid w:val="005928F6"/>
    <w:rsid w:val="00594530"/>
    <w:rsid w:val="00594C98"/>
    <w:rsid w:val="005A10A7"/>
    <w:rsid w:val="005A1279"/>
    <w:rsid w:val="005A134F"/>
    <w:rsid w:val="005B171C"/>
    <w:rsid w:val="005B2A51"/>
    <w:rsid w:val="005B716B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E03E4"/>
    <w:rsid w:val="005E10A0"/>
    <w:rsid w:val="005E112D"/>
    <w:rsid w:val="005E4015"/>
    <w:rsid w:val="005E4FA9"/>
    <w:rsid w:val="005E7D15"/>
    <w:rsid w:val="005F18DA"/>
    <w:rsid w:val="005F5F37"/>
    <w:rsid w:val="005F688C"/>
    <w:rsid w:val="00600CE8"/>
    <w:rsid w:val="00602691"/>
    <w:rsid w:val="00604EEC"/>
    <w:rsid w:val="006072CE"/>
    <w:rsid w:val="006101A0"/>
    <w:rsid w:val="006115CF"/>
    <w:rsid w:val="006127D6"/>
    <w:rsid w:val="006134F3"/>
    <w:rsid w:val="0061788B"/>
    <w:rsid w:val="0062319E"/>
    <w:rsid w:val="00625C77"/>
    <w:rsid w:val="006265AC"/>
    <w:rsid w:val="00630E86"/>
    <w:rsid w:val="00631C03"/>
    <w:rsid w:val="00634903"/>
    <w:rsid w:val="00634D17"/>
    <w:rsid w:val="006356F1"/>
    <w:rsid w:val="00635E40"/>
    <w:rsid w:val="006360F2"/>
    <w:rsid w:val="006362BA"/>
    <w:rsid w:val="00637E3A"/>
    <w:rsid w:val="00640B49"/>
    <w:rsid w:val="00642148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64078"/>
    <w:rsid w:val="0066439F"/>
    <w:rsid w:val="00670227"/>
    <w:rsid w:val="00670CC4"/>
    <w:rsid w:val="00680228"/>
    <w:rsid w:val="006809FB"/>
    <w:rsid w:val="006857E0"/>
    <w:rsid w:val="006873FA"/>
    <w:rsid w:val="00691745"/>
    <w:rsid w:val="00694362"/>
    <w:rsid w:val="00694EDF"/>
    <w:rsid w:val="0069689F"/>
    <w:rsid w:val="00697E29"/>
    <w:rsid w:val="006A06CF"/>
    <w:rsid w:val="006A0B90"/>
    <w:rsid w:val="006A546B"/>
    <w:rsid w:val="006A60C0"/>
    <w:rsid w:val="006B0A3D"/>
    <w:rsid w:val="006B5256"/>
    <w:rsid w:val="006B6331"/>
    <w:rsid w:val="006C0EE1"/>
    <w:rsid w:val="006C517E"/>
    <w:rsid w:val="006C7B19"/>
    <w:rsid w:val="006D2D7B"/>
    <w:rsid w:val="006D7788"/>
    <w:rsid w:val="006D7C06"/>
    <w:rsid w:val="006E0046"/>
    <w:rsid w:val="006E06B0"/>
    <w:rsid w:val="006E08F2"/>
    <w:rsid w:val="006E2191"/>
    <w:rsid w:val="006E31FC"/>
    <w:rsid w:val="006E4D48"/>
    <w:rsid w:val="006E5470"/>
    <w:rsid w:val="006E740D"/>
    <w:rsid w:val="006F06CE"/>
    <w:rsid w:val="006F5EDD"/>
    <w:rsid w:val="006F6C4A"/>
    <w:rsid w:val="006F7497"/>
    <w:rsid w:val="006F7A21"/>
    <w:rsid w:val="00700F00"/>
    <w:rsid w:val="007035A6"/>
    <w:rsid w:val="007045FD"/>
    <w:rsid w:val="00716751"/>
    <w:rsid w:val="00722285"/>
    <w:rsid w:val="00735DE7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E82"/>
    <w:rsid w:val="007728AF"/>
    <w:rsid w:val="007733F4"/>
    <w:rsid w:val="00777F6E"/>
    <w:rsid w:val="00785436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46A7"/>
    <w:rsid w:val="007B7302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16F6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8007D6"/>
    <w:rsid w:val="00801CBD"/>
    <w:rsid w:val="008053D0"/>
    <w:rsid w:val="00810B4F"/>
    <w:rsid w:val="0081484D"/>
    <w:rsid w:val="008205F8"/>
    <w:rsid w:val="00820927"/>
    <w:rsid w:val="00823E62"/>
    <w:rsid w:val="00823FF8"/>
    <w:rsid w:val="008256D3"/>
    <w:rsid w:val="00832A37"/>
    <w:rsid w:val="00834DEC"/>
    <w:rsid w:val="00844AC2"/>
    <w:rsid w:val="008456B4"/>
    <w:rsid w:val="00850934"/>
    <w:rsid w:val="00851C32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90189"/>
    <w:rsid w:val="008A4182"/>
    <w:rsid w:val="008B3B9C"/>
    <w:rsid w:val="008B4545"/>
    <w:rsid w:val="008B5A11"/>
    <w:rsid w:val="008B6803"/>
    <w:rsid w:val="008B69BF"/>
    <w:rsid w:val="008B7E21"/>
    <w:rsid w:val="008C0266"/>
    <w:rsid w:val="008C1A48"/>
    <w:rsid w:val="008C4AF9"/>
    <w:rsid w:val="008C6875"/>
    <w:rsid w:val="008C768E"/>
    <w:rsid w:val="008D0552"/>
    <w:rsid w:val="008D14B1"/>
    <w:rsid w:val="008D5182"/>
    <w:rsid w:val="008E504F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27"/>
    <w:rsid w:val="00910F8E"/>
    <w:rsid w:val="00912A4A"/>
    <w:rsid w:val="00913A14"/>
    <w:rsid w:val="00921337"/>
    <w:rsid w:val="00924A9D"/>
    <w:rsid w:val="009252FC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4A0C"/>
    <w:rsid w:val="00955BCC"/>
    <w:rsid w:val="00957263"/>
    <w:rsid w:val="0096003C"/>
    <w:rsid w:val="00960449"/>
    <w:rsid w:val="009607B9"/>
    <w:rsid w:val="009608B4"/>
    <w:rsid w:val="00960A18"/>
    <w:rsid w:val="009622DE"/>
    <w:rsid w:val="009667D8"/>
    <w:rsid w:val="0097130D"/>
    <w:rsid w:val="00972933"/>
    <w:rsid w:val="00973517"/>
    <w:rsid w:val="00975DB9"/>
    <w:rsid w:val="00976DAC"/>
    <w:rsid w:val="00981CA7"/>
    <w:rsid w:val="0098249D"/>
    <w:rsid w:val="0098307C"/>
    <w:rsid w:val="00983A28"/>
    <w:rsid w:val="00984E63"/>
    <w:rsid w:val="00991542"/>
    <w:rsid w:val="0099290F"/>
    <w:rsid w:val="00993A0B"/>
    <w:rsid w:val="00993A68"/>
    <w:rsid w:val="00995F30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90D"/>
    <w:rsid w:val="009C1414"/>
    <w:rsid w:val="009C1808"/>
    <w:rsid w:val="009C1F99"/>
    <w:rsid w:val="009C5DAA"/>
    <w:rsid w:val="009C6EC5"/>
    <w:rsid w:val="009D17DB"/>
    <w:rsid w:val="009D3A91"/>
    <w:rsid w:val="009D3B01"/>
    <w:rsid w:val="009D6C73"/>
    <w:rsid w:val="009D6E41"/>
    <w:rsid w:val="009D6F63"/>
    <w:rsid w:val="009E1A16"/>
    <w:rsid w:val="009E1CF1"/>
    <w:rsid w:val="009E2A7F"/>
    <w:rsid w:val="009E3716"/>
    <w:rsid w:val="009E5378"/>
    <w:rsid w:val="009F34EA"/>
    <w:rsid w:val="009F5294"/>
    <w:rsid w:val="00A04395"/>
    <w:rsid w:val="00A07334"/>
    <w:rsid w:val="00A07E31"/>
    <w:rsid w:val="00A14E12"/>
    <w:rsid w:val="00A17409"/>
    <w:rsid w:val="00A2047D"/>
    <w:rsid w:val="00A20762"/>
    <w:rsid w:val="00A20CC3"/>
    <w:rsid w:val="00A220AA"/>
    <w:rsid w:val="00A260BD"/>
    <w:rsid w:val="00A36B37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D3D"/>
    <w:rsid w:val="00A97F22"/>
    <w:rsid w:val="00AA13C8"/>
    <w:rsid w:val="00AA18E1"/>
    <w:rsid w:val="00AA406F"/>
    <w:rsid w:val="00AA4C16"/>
    <w:rsid w:val="00AA774A"/>
    <w:rsid w:val="00AC5EF1"/>
    <w:rsid w:val="00AD2BCF"/>
    <w:rsid w:val="00AE0481"/>
    <w:rsid w:val="00AE0B4C"/>
    <w:rsid w:val="00AE1C8E"/>
    <w:rsid w:val="00AE2A48"/>
    <w:rsid w:val="00AF13B8"/>
    <w:rsid w:val="00AF6683"/>
    <w:rsid w:val="00AF744D"/>
    <w:rsid w:val="00AF7A2B"/>
    <w:rsid w:val="00B07FBA"/>
    <w:rsid w:val="00B106E2"/>
    <w:rsid w:val="00B11A01"/>
    <w:rsid w:val="00B11B56"/>
    <w:rsid w:val="00B12385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2EB9"/>
    <w:rsid w:val="00B44B08"/>
    <w:rsid w:val="00B514E9"/>
    <w:rsid w:val="00B63607"/>
    <w:rsid w:val="00B63945"/>
    <w:rsid w:val="00B64DD5"/>
    <w:rsid w:val="00B651B4"/>
    <w:rsid w:val="00B75CDA"/>
    <w:rsid w:val="00B76398"/>
    <w:rsid w:val="00B77A69"/>
    <w:rsid w:val="00B822A1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3E5"/>
    <w:rsid w:val="00BA6C8C"/>
    <w:rsid w:val="00BB0FFD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E090F"/>
    <w:rsid w:val="00BE647B"/>
    <w:rsid w:val="00BE7EF8"/>
    <w:rsid w:val="00BF0762"/>
    <w:rsid w:val="00BF5703"/>
    <w:rsid w:val="00BF5D61"/>
    <w:rsid w:val="00BF5F44"/>
    <w:rsid w:val="00BF6328"/>
    <w:rsid w:val="00C013A3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6E24"/>
    <w:rsid w:val="00C17285"/>
    <w:rsid w:val="00C177D8"/>
    <w:rsid w:val="00C202A2"/>
    <w:rsid w:val="00C21531"/>
    <w:rsid w:val="00C224F6"/>
    <w:rsid w:val="00C22596"/>
    <w:rsid w:val="00C22947"/>
    <w:rsid w:val="00C249DD"/>
    <w:rsid w:val="00C254CE"/>
    <w:rsid w:val="00C2562F"/>
    <w:rsid w:val="00C26293"/>
    <w:rsid w:val="00C31094"/>
    <w:rsid w:val="00C34CD2"/>
    <w:rsid w:val="00C35107"/>
    <w:rsid w:val="00C37082"/>
    <w:rsid w:val="00C40CF8"/>
    <w:rsid w:val="00C41294"/>
    <w:rsid w:val="00C42BFF"/>
    <w:rsid w:val="00C43DFF"/>
    <w:rsid w:val="00C44642"/>
    <w:rsid w:val="00C46296"/>
    <w:rsid w:val="00C469C2"/>
    <w:rsid w:val="00C57081"/>
    <w:rsid w:val="00C5722A"/>
    <w:rsid w:val="00C614F6"/>
    <w:rsid w:val="00C624AE"/>
    <w:rsid w:val="00C65BD9"/>
    <w:rsid w:val="00C66F11"/>
    <w:rsid w:val="00C673ED"/>
    <w:rsid w:val="00C7084C"/>
    <w:rsid w:val="00C718BE"/>
    <w:rsid w:val="00C723FF"/>
    <w:rsid w:val="00C74455"/>
    <w:rsid w:val="00C77607"/>
    <w:rsid w:val="00C77E56"/>
    <w:rsid w:val="00C85EEE"/>
    <w:rsid w:val="00C8774F"/>
    <w:rsid w:val="00C91270"/>
    <w:rsid w:val="00C93193"/>
    <w:rsid w:val="00C9421E"/>
    <w:rsid w:val="00C94C48"/>
    <w:rsid w:val="00C95C95"/>
    <w:rsid w:val="00CA2661"/>
    <w:rsid w:val="00CA2995"/>
    <w:rsid w:val="00CA2E58"/>
    <w:rsid w:val="00CA6455"/>
    <w:rsid w:val="00CA6D52"/>
    <w:rsid w:val="00CA6D8F"/>
    <w:rsid w:val="00CB0CF8"/>
    <w:rsid w:val="00CB493A"/>
    <w:rsid w:val="00CB4ACA"/>
    <w:rsid w:val="00CB6D62"/>
    <w:rsid w:val="00CB7793"/>
    <w:rsid w:val="00CC29D1"/>
    <w:rsid w:val="00CC3FC6"/>
    <w:rsid w:val="00CD159B"/>
    <w:rsid w:val="00CD25BF"/>
    <w:rsid w:val="00CD5002"/>
    <w:rsid w:val="00CE01E8"/>
    <w:rsid w:val="00CE0306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37"/>
    <w:rsid w:val="00D014C5"/>
    <w:rsid w:val="00D051E3"/>
    <w:rsid w:val="00D05535"/>
    <w:rsid w:val="00D1481F"/>
    <w:rsid w:val="00D1706E"/>
    <w:rsid w:val="00D17C68"/>
    <w:rsid w:val="00D17E71"/>
    <w:rsid w:val="00D20A6E"/>
    <w:rsid w:val="00D21943"/>
    <w:rsid w:val="00D24A66"/>
    <w:rsid w:val="00D34091"/>
    <w:rsid w:val="00D34E34"/>
    <w:rsid w:val="00D35C4C"/>
    <w:rsid w:val="00D3656D"/>
    <w:rsid w:val="00D371BC"/>
    <w:rsid w:val="00D3791B"/>
    <w:rsid w:val="00D426C3"/>
    <w:rsid w:val="00D43AAD"/>
    <w:rsid w:val="00D4472F"/>
    <w:rsid w:val="00D52092"/>
    <w:rsid w:val="00D54BC0"/>
    <w:rsid w:val="00D55CB1"/>
    <w:rsid w:val="00D56D8E"/>
    <w:rsid w:val="00D6437F"/>
    <w:rsid w:val="00D67143"/>
    <w:rsid w:val="00D6744A"/>
    <w:rsid w:val="00D7173C"/>
    <w:rsid w:val="00D72698"/>
    <w:rsid w:val="00D75147"/>
    <w:rsid w:val="00D762B1"/>
    <w:rsid w:val="00D767CA"/>
    <w:rsid w:val="00D80258"/>
    <w:rsid w:val="00D82B4D"/>
    <w:rsid w:val="00D8431D"/>
    <w:rsid w:val="00D86038"/>
    <w:rsid w:val="00D861FB"/>
    <w:rsid w:val="00D902B9"/>
    <w:rsid w:val="00D91BB8"/>
    <w:rsid w:val="00D92127"/>
    <w:rsid w:val="00D9488C"/>
    <w:rsid w:val="00DA05CC"/>
    <w:rsid w:val="00DA1682"/>
    <w:rsid w:val="00DA6563"/>
    <w:rsid w:val="00DB0EF7"/>
    <w:rsid w:val="00DC410C"/>
    <w:rsid w:val="00DC4317"/>
    <w:rsid w:val="00DC5EDD"/>
    <w:rsid w:val="00DD03C4"/>
    <w:rsid w:val="00DD45C4"/>
    <w:rsid w:val="00DD7FB0"/>
    <w:rsid w:val="00DE002D"/>
    <w:rsid w:val="00DE02C6"/>
    <w:rsid w:val="00DE1337"/>
    <w:rsid w:val="00DE1E5A"/>
    <w:rsid w:val="00DE4601"/>
    <w:rsid w:val="00DF3ECC"/>
    <w:rsid w:val="00DF4257"/>
    <w:rsid w:val="00DF5AFE"/>
    <w:rsid w:val="00DF60BB"/>
    <w:rsid w:val="00DF6CEF"/>
    <w:rsid w:val="00E00F26"/>
    <w:rsid w:val="00E050CB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334C1"/>
    <w:rsid w:val="00E42914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616A"/>
    <w:rsid w:val="00E66C48"/>
    <w:rsid w:val="00E70363"/>
    <w:rsid w:val="00E73E90"/>
    <w:rsid w:val="00E750E2"/>
    <w:rsid w:val="00E75E5C"/>
    <w:rsid w:val="00E76DF2"/>
    <w:rsid w:val="00E779A4"/>
    <w:rsid w:val="00E80A1B"/>
    <w:rsid w:val="00E82DC1"/>
    <w:rsid w:val="00E83B1E"/>
    <w:rsid w:val="00E83FA5"/>
    <w:rsid w:val="00E8445D"/>
    <w:rsid w:val="00E85EA8"/>
    <w:rsid w:val="00E9352E"/>
    <w:rsid w:val="00E9446C"/>
    <w:rsid w:val="00E9745E"/>
    <w:rsid w:val="00EA354B"/>
    <w:rsid w:val="00EA35A3"/>
    <w:rsid w:val="00EA4952"/>
    <w:rsid w:val="00EB04C9"/>
    <w:rsid w:val="00EB171B"/>
    <w:rsid w:val="00EB1C08"/>
    <w:rsid w:val="00EB2151"/>
    <w:rsid w:val="00EB220D"/>
    <w:rsid w:val="00EB425E"/>
    <w:rsid w:val="00EB478A"/>
    <w:rsid w:val="00EB4F3C"/>
    <w:rsid w:val="00EB5EA9"/>
    <w:rsid w:val="00EB7318"/>
    <w:rsid w:val="00EC05E6"/>
    <w:rsid w:val="00EC1FAC"/>
    <w:rsid w:val="00EC2D28"/>
    <w:rsid w:val="00EC5A29"/>
    <w:rsid w:val="00EC5B86"/>
    <w:rsid w:val="00EC7D55"/>
    <w:rsid w:val="00ED32C1"/>
    <w:rsid w:val="00ED4EFD"/>
    <w:rsid w:val="00ED643F"/>
    <w:rsid w:val="00EE1316"/>
    <w:rsid w:val="00EE1707"/>
    <w:rsid w:val="00EE4418"/>
    <w:rsid w:val="00EF01BB"/>
    <w:rsid w:val="00EF371C"/>
    <w:rsid w:val="00EF702D"/>
    <w:rsid w:val="00F01FF0"/>
    <w:rsid w:val="00F0309A"/>
    <w:rsid w:val="00F0418B"/>
    <w:rsid w:val="00F10658"/>
    <w:rsid w:val="00F12888"/>
    <w:rsid w:val="00F153B6"/>
    <w:rsid w:val="00F17076"/>
    <w:rsid w:val="00F17EF3"/>
    <w:rsid w:val="00F21F99"/>
    <w:rsid w:val="00F27C04"/>
    <w:rsid w:val="00F30601"/>
    <w:rsid w:val="00F360A2"/>
    <w:rsid w:val="00F369A6"/>
    <w:rsid w:val="00F402F2"/>
    <w:rsid w:val="00F4227F"/>
    <w:rsid w:val="00F426AA"/>
    <w:rsid w:val="00F43A98"/>
    <w:rsid w:val="00F45315"/>
    <w:rsid w:val="00F46616"/>
    <w:rsid w:val="00F46BF5"/>
    <w:rsid w:val="00F511A7"/>
    <w:rsid w:val="00F55A6A"/>
    <w:rsid w:val="00F55C50"/>
    <w:rsid w:val="00F60DF3"/>
    <w:rsid w:val="00F62005"/>
    <w:rsid w:val="00F6273B"/>
    <w:rsid w:val="00F65513"/>
    <w:rsid w:val="00F65742"/>
    <w:rsid w:val="00F66A37"/>
    <w:rsid w:val="00F77BF7"/>
    <w:rsid w:val="00F821DD"/>
    <w:rsid w:val="00F84B09"/>
    <w:rsid w:val="00F8722C"/>
    <w:rsid w:val="00F90DAD"/>
    <w:rsid w:val="00F90FD8"/>
    <w:rsid w:val="00F9328C"/>
    <w:rsid w:val="00F94EF8"/>
    <w:rsid w:val="00F95C3C"/>
    <w:rsid w:val="00F9703D"/>
    <w:rsid w:val="00F97930"/>
    <w:rsid w:val="00F97C9F"/>
    <w:rsid w:val="00FA1495"/>
    <w:rsid w:val="00FA299D"/>
    <w:rsid w:val="00FA51F1"/>
    <w:rsid w:val="00FB0DEC"/>
    <w:rsid w:val="00FB0EBB"/>
    <w:rsid w:val="00FB1791"/>
    <w:rsid w:val="00FB4B05"/>
    <w:rsid w:val="00FB5452"/>
    <w:rsid w:val="00FB7A05"/>
    <w:rsid w:val="00FC4285"/>
    <w:rsid w:val="00FC601F"/>
    <w:rsid w:val="00FD05D5"/>
    <w:rsid w:val="00FD17CF"/>
    <w:rsid w:val="00FD1BA5"/>
    <w:rsid w:val="00FD41D8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,"/>
  <w14:docId w14:val="6CC831EB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D1E1275-6837-498F-855F-5498119A2A08}"/>
</file>

<file path=customXml/itemProps2.xml><?xml version="1.0" encoding="utf-8"?>
<ds:datastoreItem xmlns:ds="http://schemas.openxmlformats.org/officeDocument/2006/customXml" ds:itemID="{4C50DDED-0196-4CE9-BF82-11AD76C7C5B7}">
  <ds:schemaRefs>
    <ds:schemaRef ds:uri="http://schemas.microsoft.com/office/2006/metadata/properties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a2313ea8-4521-49e8-b6bb-ca19bded6e88"/>
    <ds:schemaRef ds:uri="http://purl.org/dc/elements/1.1/"/>
    <ds:schemaRef ds:uri="c1a89d3b-8913-4922-a719-bed589bc061b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2DD9DDF9-D8DD-48A5-95D6-F8F3526AE07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9</TotalTime>
  <Pages>1</Pages>
  <Words>123</Words>
  <Characters>606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8</cp:revision>
  <cp:lastPrinted>2011-12-15T11:32:00Z</cp:lastPrinted>
  <dcterms:created xsi:type="dcterms:W3CDTF">2021-04-30T15:44:00Z</dcterms:created>
  <dcterms:modified xsi:type="dcterms:W3CDTF">2023-10-05T09:38:00Z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etDate">
    <vt:lpwstr>2021-04-30T13:11:06Z</vt:lpwstr>
  </property>
  <property fmtid="{D5CDD505-2E9C-101B-9397-08002B2CF9AE}" pid="4" name="MSIP_Label_487f680e-1463-4bcf-922a-e6b119858fec_Method">
    <vt:lpwstr>Privileged</vt:lpwstr>
  </property>
  <property fmtid="{D5CDD505-2E9C-101B-9397-08002B2CF9AE}" pid="5" name="MSIP_Label_487f680e-1463-4bcf-922a-e6b119858fec_Name">
    <vt:lpwstr>487f680e-1463-4bcf-922a-e6b119858fec</vt:lpwstr>
  </property>
  <property fmtid="{D5CDD505-2E9C-101B-9397-08002B2CF9AE}" pid="6" name="MSIP_Label_487f680e-1463-4bcf-922a-e6b119858fec_SiteId">
    <vt:lpwstr>49c79685-7e11-437a-bb25-eba58fc041f5</vt:lpwstr>
  </property>
  <property fmtid="{D5CDD505-2E9C-101B-9397-08002B2CF9AE}" pid="7" name="MSIP_Label_487f680e-1463-4bcf-922a-e6b119858fec_ActionId">
    <vt:lpwstr>71e18d15-43b6-4606-9f43-82899a090b36</vt:lpwstr>
  </property>
  <property fmtid="{D5CDD505-2E9C-101B-9397-08002B2CF9AE}" pid="8" name="MSIP_Label_487f680e-1463-4bcf-922a-e6b119858fec_ContentBits">
    <vt:lpwstr>0</vt:lpwstr>
  </property>
  <property fmtid="{D5CDD505-2E9C-101B-9397-08002B2CF9AE}" pid="9" name="ContentTypeId">
    <vt:lpwstr>0x0101003D55FDE264B6664C9E7FBDDB3754110B</vt:lpwstr>
  </property>
  <property fmtid="{D5CDD505-2E9C-101B-9397-08002B2CF9AE}" pid="10" name="Order">
    <vt:r8>90500</vt:r8>
  </property>
  <property fmtid="{D5CDD505-2E9C-101B-9397-08002B2CF9AE}" pid="11" name="xd_Signature">
    <vt:bool>false</vt:bool>
  </property>
  <property fmtid="{D5CDD505-2E9C-101B-9397-08002B2CF9AE}" pid="12" name="xd_ProgID">
    <vt:lpwstr/>
  </property>
  <property fmtid="{D5CDD505-2E9C-101B-9397-08002B2CF9AE}" pid="13" name="ComplianceAssetId">
    <vt:lpwstr/>
  </property>
  <property fmtid="{D5CDD505-2E9C-101B-9397-08002B2CF9AE}" pid="14" name="TemplateUrl">
    <vt:lpwstr/>
  </property>
  <property fmtid="{D5CDD505-2E9C-101B-9397-08002B2CF9AE}" pid="15" name="_ExtendedDescription">
    <vt:lpwstr/>
  </property>
  <property fmtid="{D5CDD505-2E9C-101B-9397-08002B2CF9AE}" pid="16" name="TriggerFlowInfo">
    <vt:lpwstr/>
  </property>
  <property fmtid="{D5CDD505-2E9C-101B-9397-08002B2CF9AE}" pid="17" name="MediaServiceImageTags">
    <vt:lpwstr/>
  </property>
  <property fmtid="{D5CDD505-2E9C-101B-9397-08002B2CF9AE}" pid="18" name="_SourceUrl">
    <vt:lpwstr/>
  </property>
  <property fmtid="{D5CDD505-2E9C-101B-9397-08002B2CF9AE}" pid="19" name="_SharedFileIndex">
    <vt:lpwstr/>
  </property>
</Properties>
</file>